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A71A0" w:rsidRPr="0033475C" w:rsidRDefault="00D0044E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A37501D" w14:textId="77777777" w:rsidR="000A71A0" w:rsidRPr="0033475C" w:rsidRDefault="00D0044E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77777777" w:rsidR="000A71A0" w:rsidRPr="0033475C" w:rsidRDefault="00D0044E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72038510" w14:textId="2D6E020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Pan</w:t>
      </w:r>
      <w:r w:rsidR="00316AA9">
        <w:rPr>
          <w:rStyle w:val="normaltextrun"/>
          <w:rFonts w:ascii="Calibri" w:hAnsi="Calibri" w:cs="Calibri"/>
          <w:b/>
          <w:sz w:val="22"/>
          <w:szCs w:val="22"/>
        </w:rPr>
        <w:t>i</w:t>
      </w:r>
    </w:p>
    <w:p w14:paraId="4388A713" w14:textId="0CF38293" w:rsidR="00700426" w:rsidRPr="005B1ECB" w:rsidRDefault="00316AA9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>
        <w:rPr>
          <w:rStyle w:val="normaltextrun"/>
          <w:rFonts w:ascii="Calibri" w:hAnsi="Calibri" w:cs="Calibri"/>
          <w:b/>
          <w:sz w:val="22"/>
          <w:szCs w:val="22"/>
        </w:rPr>
        <w:t>Wioletta Zwara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26D287DD">
      <w:pPr>
        <w:pStyle w:val="paragrap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6E06F740" w14:textId="05F8F0F0" w:rsidR="26D287DD" w:rsidRDefault="26D287DD" w:rsidP="26D287DD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04C1BFD6" w14:textId="57802A7F" w:rsidR="066B7435" w:rsidRDefault="00700426" w:rsidP="008151C6">
      <w:pPr>
        <w:pStyle w:val="paragraph"/>
        <w:jc w:val="both"/>
        <w:textAlignment w:val="baseline"/>
        <w:rPr>
          <w:rStyle w:val="normaltextrun"/>
          <w:rFonts w:ascii="Calibri" w:hAnsi="Calibri" w:cs="Calibri"/>
          <w:i/>
          <w:iCs/>
        </w:rPr>
      </w:pPr>
      <w:r w:rsidRPr="066B7435">
        <w:rPr>
          <w:rStyle w:val="normaltextrun"/>
          <w:rFonts w:ascii="Calibri" w:hAnsi="Calibri" w:cs="Calibri"/>
          <w:i/>
          <w:iCs/>
        </w:rPr>
        <w:t>Szanown</w:t>
      </w:r>
      <w:r w:rsidR="00316AA9">
        <w:rPr>
          <w:rStyle w:val="normaltextrun"/>
          <w:rFonts w:ascii="Calibri" w:hAnsi="Calibri" w:cs="Calibri"/>
          <w:i/>
          <w:iCs/>
        </w:rPr>
        <w:t>a</w:t>
      </w:r>
      <w:r w:rsidRPr="066B7435">
        <w:rPr>
          <w:rStyle w:val="normaltextrun"/>
          <w:rFonts w:ascii="Calibri" w:hAnsi="Calibri" w:cs="Calibri"/>
          <w:i/>
          <w:iCs/>
        </w:rPr>
        <w:t xml:space="preserve"> Pani Sekretarz,</w:t>
      </w:r>
    </w:p>
    <w:p w14:paraId="0FB3EEB7" w14:textId="03E8DDCB" w:rsidR="000F32EE" w:rsidRDefault="00700426" w:rsidP="00536CD9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  <w:r w:rsidRPr="22F4C4AC">
        <w:rPr>
          <w:rStyle w:val="normaltextrun"/>
          <w:rFonts w:ascii="Calibri" w:hAnsi="Calibri" w:cs="Calibri"/>
          <w:sz w:val="22"/>
          <w:szCs w:val="22"/>
        </w:rPr>
        <w:t xml:space="preserve">w załączeniu przekazuję </w:t>
      </w:r>
      <w:r w:rsidR="003E7EF1">
        <w:rPr>
          <w:rStyle w:val="normaltextrun"/>
          <w:rFonts w:ascii="Calibri" w:hAnsi="Calibri" w:cs="Calibri"/>
          <w:sz w:val="22"/>
          <w:szCs w:val="22"/>
        </w:rPr>
        <w:t xml:space="preserve">autokorektę </w:t>
      </w:r>
      <w:r w:rsidRPr="22F4C4AC">
        <w:rPr>
          <w:rStyle w:val="normaltextrun"/>
          <w:rFonts w:ascii="Calibri" w:hAnsi="Calibri" w:cs="Calibri"/>
          <w:sz w:val="22"/>
          <w:szCs w:val="22"/>
        </w:rPr>
        <w:t>raport</w:t>
      </w:r>
      <w:r w:rsidR="003E7EF1">
        <w:rPr>
          <w:rStyle w:val="normaltextrun"/>
          <w:rFonts w:ascii="Calibri" w:hAnsi="Calibri" w:cs="Calibri"/>
          <w:sz w:val="22"/>
          <w:szCs w:val="22"/>
        </w:rPr>
        <w:t>u</w:t>
      </w:r>
      <w:r w:rsidRPr="22F4C4AC">
        <w:rPr>
          <w:rStyle w:val="normaltextrun"/>
          <w:rFonts w:ascii="Calibri" w:hAnsi="Calibri" w:cs="Calibri"/>
          <w:sz w:val="22"/>
          <w:szCs w:val="22"/>
        </w:rPr>
        <w:t xml:space="preserve"> z postępu rzeczowo-finansowego projektu informatycznego pn. </w:t>
      </w:r>
      <w:r w:rsidR="00DF0867" w:rsidRPr="000F32EE">
        <w:rPr>
          <w:rStyle w:val="normaltextrun"/>
          <w:rFonts w:ascii="Calibri" w:hAnsi="Calibri" w:cs="Calibri"/>
          <w:i/>
          <w:sz w:val="22"/>
          <w:szCs w:val="22"/>
        </w:rPr>
        <w:t>„</w:t>
      </w:r>
      <w:r w:rsidR="0023557A">
        <w:rPr>
          <w:rStyle w:val="normaltextrun"/>
          <w:rFonts w:ascii="Calibri" w:hAnsi="Calibri" w:cs="Calibri"/>
          <w:i/>
          <w:sz w:val="22"/>
          <w:szCs w:val="22"/>
        </w:rPr>
        <w:t>Cyfrowa Piaskownica Administracji</w:t>
      </w:r>
      <w:r w:rsidR="00DF0867" w:rsidRPr="000F32EE">
        <w:rPr>
          <w:rStyle w:val="normaltextrun"/>
          <w:rFonts w:ascii="Calibri" w:hAnsi="Calibri" w:cs="Calibri"/>
          <w:i/>
          <w:sz w:val="22"/>
          <w:szCs w:val="22"/>
        </w:rPr>
        <w:t>”</w:t>
      </w:r>
      <w:r w:rsidR="3011ABB1" w:rsidRPr="22F4C4A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za I</w:t>
      </w:r>
      <w:r w:rsidR="005A5A54">
        <w:rPr>
          <w:rStyle w:val="normaltextrun"/>
          <w:rFonts w:ascii="Calibri" w:hAnsi="Calibri" w:cs="Calibri"/>
          <w:sz w:val="22"/>
          <w:szCs w:val="22"/>
        </w:rPr>
        <w:t>V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kwartał 202</w:t>
      </w:r>
      <w:r w:rsidR="685768A3" w:rsidRPr="22F4C4AC">
        <w:rPr>
          <w:rStyle w:val="normaltextrun"/>
          <w:rFonts w:ascii="Calibri" w:hAnsi="Calibri" w:cs="Calibri"/>
          <w:sz w:val="22"/>
          <w:szCs w:val="22"/>
        </w:rPr>
        <w:t>1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r.</w:t>
      </w:r>
      <w:r w:rsidR="008151C6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2A7D97C5" w14:textId="4EDFAE60" w:rsidR="003E7EF1" w:rsidRDefault="003E7EF1" w:rsidP="00536CD9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763187B1" w14:textId="2FF60FD3" w:rsidR="003E7EF1" w:rsidRDefault="003E7EF1" w:rsidP="00536CD9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Zmiana uległ status jednego z produktów CPA </w:t>
      </w:r>
      <w:r w:rsidR="00D13FA3">
        <w:rPr>
          <w:rStyle w:val="normaltextrun"/>
          <w:rFonts w:ascii="Calibri" w:hAnsi="Calibri" w:cs="Calibri"/>
          <w:sz w:val="22"/>
          <w:szCs w:val="22"/>
        </w:rPr>
        <w:t xml:space="preserve">w </w:t>
      </w:r>
      <w:r>
        <w:rPr>
          <w:rStyle w:val="normaltextrun"/>
          <w:rFonts w:ascii="Calibri" w:hAnsi="Calibri" w:cs="Calibri"/>
          <w:sz w:val="22"/>
          <w:szCs w:val="22"/>
        </w:rPr>
        <w:t xml:space="preserve">obszarze komplementarności względem produktów innych projektów dla projektu WIIP – produkt wdrożono oraz </w:t>
      </w:r>
      <w:r w:rsidR="00D13FA3">
        <w:rPr>
          <w:rStyle w:val="normaltextrun"/>
          <w:rFonts w:ascii="Calibri" w:hAnsi="Calibri" w:cs="Calibri"/>
          <w:sz w:val="22"/>
          <w:szCs w:val="22"/>
        </w:rPr>
        <w:t>poprawiono pomyłkę pisarską</w:t>
      </w:r>
      <w:bookmarkStart w:id="0" w:name="_GoBack"/>
      <w:bookmarkEnd w:id="0"/>
      <w:r>
        <w:rPr>
          <w:rStyle w:val="normaltextrun"/>
          <w:rFonts w:ascii="Calibri" w:hAnsi="Calibri" w:cs="Calibri"/>
          <w:sz w:val="22"/>
          <w:szCs w:val="22"/>
        </w:rPr>
        <w:t xml:space="preserve"> w tabeli KPI w jednostce miary dla KPI4. </w:t>
      </w:r>
    </w:p>
    <w:p w14:paraId="7E8AC833" w14:textId="55D25063" w:rsidR="26D287DD" w:rsidRDefault="26D287DD" w:rsidP="000F32EE">
      <w:pPr>
        <w:pStyle w:val="paragraph"/>
        <w:rPr>
          <w:rStyle w:val="normaltextrun"/>
          <w:rFonts w:ascii="Calibri" w:hAnsi="Calibri" w:cs="Calibri"/>
          <w:b/>
          <w:bCs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19CD075B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 xml:space="preserve">z up. </w:t>
      </w:r>
      <w:r w:rsidR="09D0742E" w:rsidRPr="242689D6">
        <w:rPr>
          <w:rFonts w:asciiTheme="minorHAnsi" w:hAnsiTheme="minorHAnsi" w:cstheme="minorBidi"/>
          <w:b/>
          <w:bCs/>
        </w:rPr>
        <w:t>Janusz Cieszyński</w:t>
      </w:r>
    </w:p>
    <w:p w14:paraId="690E3B05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Sekretarz Stanu</w:t>
      </w:r>
    </w:p>
    <w:p w14:paraId="22DC28A8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52A3902C" w:rsidR="00700426" w:rsidRPr="00DF0867" w:rsidRDefault="00700426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Raport z postępu rzeczowo-finansowego projektu informatycznego za </w:t>
      </w:r>
      <w:r w:rsidR="65B3E3F9" w:rsidRPr="22F4C4AC">
        <w:rPr>
          <w:rStyle w:val="normaltextrun"/>
          <w:rFonts w:ascii="Calibri" w:hAnsi="Calibri" w:cs="Calibri"/>
          <w:sz w:val="18"/>
          <w:szCs w:val="18"/>
        </w:rPr>
        <w:t>I</w:t>
      </w:r>
      <w:r w:rsidR="00EE2CFB">
        <w:rPr>
          <w:rStyle w:val="normaltextrun"/>
          <w:rFonts w:ascii="Calibri" w:hAnsi="Calibri" w:cs="Calibri"/>
          <w:sz w:val="18"/>
          <w:szCs w:val="18"/>
        </w:rPr>
        <w:t>V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kwartał 202</w:t>
      </w:r>
      <w:r w:rsidR="469FD342" w:rsidRPr="22F4C4AC">
        <w:rPr>
          <w:rStyle w:val="normaltextrun"/>
          <w:rFonts w:ascii="Calibri" w:hAnsi="Calibri" w:cs="Calibri"/>
          <w:sz w:val="18"/>
          <w:szCs w:val="18"/>
        </w:rPr>
        <w:t>1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22F4C4AC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„</w:t>
      </w:r>
      <w:r w:rsidR="005B1AA2">
        <w:rPr>
          <w:rStyle w:val="normaltextrun"/>
          <w:rFonts w:ascii="Calibri" w:hAnsi="Calibri" w:cs="Calibri"/>
          <w:sz w:val="18"/>
          <w:szCs w:val="18"/>
        </w:rPr>
        <w:t xml:space="preserve">SEPIS – System Ewidencji Państwowej Inspekcji Sanitarnej”. </w:t>
      </w:r>
    </w:p>
    <w:p w14:paraId="44EAFD9C" w14:textId="77777777" w:rsidR="000A71A0" w:rsidRPr="0033475C" w:rsidRDefault="00D0044E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DB0E3" w14:textId="77777777" w:rsidR="00D0044E" w:rsidRDefault="00D0044E">
      <w:r>
        <w:separator/>
      </w:r>
    </w:p>
  </w:endnote>
  <w:endnote w:type="continuationSeparator" w:id="0">
    <w:p w14:paraId="7E380D58" w14:textId="77777777" w:rsidR="00D0044E" w:rsidRDefault="00D0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3A3382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23018BCA" w14:textId="77777777"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33EC343A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71C5C" w14:textId="77777777" w:rsidR="00D0044E" w:rsidRDefault="00D0044E">
      <w:r>
        <w:separator/>
      </w:r>
    </w:p>
  </w:footnote>
  <w:footnote w:type="continuationSeparator" w:id="0">
    <w:p w14:paraId="04EF42CD" w14:textId="77777777" w:rsidR="00D0044E" w:rsidRDefault="00D00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D0044E" w:rsidP="007018D3">
    <w:pPr>
      <w:pStyle w:val="Nagwek"/>
      <w:jc w:val="right"/>
    </w:pPr>
  </w:p>
  <w:p w14:paraId="62486C05" w14:textId="77777777" w:rsidR="007018D3" w:rsidRDefault="00D0044E" w:rsidP="007018D3">
    <w:pPr>
      <w:pStyle w:val="Nagwek"/>
      <w:jc w:val="right"/>
    </w:pPr>
  </w:p>
  <w:p w14:paraId="6BD9D943" w14:textId="16E482F2" w:rsidR="004633D0" w:rsidRDefault="00B0695A" w:rsidP="008151C6">
    <w:pPr>
      <w:pStyle w:val="Nagwek"/>
      <w:ind w:left="1836" w:firstLine="4536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4A10C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D7fLpLfAAAACwEA&#10;AA8AAAAAAAAAAAAAAAAAXwQAAGRycy9kb3ducmV2LnhtbFBLBQYAAAAABAAEAPMAAABrBQAAAAA=&#10;" stroked="f">
              <v:textbox>
                <w:txbxContent>
                  <w:p w14:paraId="1D935CBE" w14:textId="77777777"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151C6">
      <w:t>Warszawa, dnia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0D3DC0"/>
    <w:rsid w:val="000F32EE"/>
    <w:rsid w:val="001F6EDD"/>
    <w:rsid w:val="0023557A"/>
    <w:rsid w:val="002C4B14"/>
    <w:rsid w:val="00316AA9"/>
    <w:rsid w:val="00350FAB"/>
    <w:rsid w:val="003A1398"/>
    <w:rsid w:val="003E7EF1"/>
    <w:rsid w:val="00536CD9"/>
    <w:rsid w:val="0058140A"/>
    <w:rsid w:val="005A5A54"/>
    <w:rsid w:val="005B1AA2"/>
    <w:rsid w:val="00700426"/>
    <w:rsid w:val="008151C6"/>
    <w:rsid w:val="008D6487"/>
    <w:rsid w:val="009E2D19"/>
    <w:rsid w:val="009F660A"/>
    <w:rsid w:val="00A240AE"/>
    <w:rsid w:val="00B0695A"/>
    <w:rsid w:val="00B929D3"/>
    <w:rsid w:val="00C66AFA"/>
    <w:rsid w:val="00D0044E"/>
    <w:rsid w:val="00D13FA3"/>
    <w:rsid w:val="00D42614"/>
    <w:rsid w:val="00DF0867"/>
    <w:rsid w:val="00E47587"/>
    <w:rsid w:val="00E50039"/>
    <w:rsid w:val="00EE2CFB"/>
    <w:rsid w:val="00FA23BC"/>
    <w:rsid w:val="03BDDD40"/>
    <w:rsid w:val="066B7435"/>
    <w:rsid w:val="0861F8DB"/>
    <w:rsid w:val="09D0742E"/>
    <w:rsid w:val="0E0C5A63"/>
    <w:rsid w:val="0E5ACE93"/>
    <w:rsid w:val="1E5AEB92"/>
    <w:rsid w:val="22F4C4AC"/>
    <w:rsid w:val="242689D6"/>
    <w:rsid w:val="26D287DD"/>
    <w:rsid w:val="3011ABB1"/>
    <w:rsid w:val="3094231B"/>
    <w:rsid w:val="33095FE7"/>
    <w:rsid w:val="39C2F834"/>
    <w:rsid w:val="39DC479E"/>
    <w:rsid w:val="469FD342"/>
    <w:rsid w:val="49EB31A6"/>
    <w:rsid w:val="4D906EB9"/>
    <w:rsid w:val="4DC63852"/>
    <w:rsid w:val="4FCC2B0E"/>
    <w:rsid w:val="57A65FE4"/>
    <w:rsid w:val="587B9252"/>
    <w:rsid w:val="5AC75DA7"/>
    <w:rsid w:val="63AC777D"/>
    <w:rsid w:val="64D05A4D"/>
    <w:rsid w:val="65B3E3F9"/>
    <w:rsid w:val="685768A3"/>
    <w:rsid w:val="689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0039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0039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E50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F86658914CB4B80809DCDA8479AE9" ma:contentTypeVersion="10" ma:contentTypeDescription="Utwórz nowy dokument." ma:contentTypeScope="" ma:versionID="023150216db47a8fd068a08e250e6139">
  <xsd:schema xmlns:xsd="http://www.w3.org/2001/XMLSchema" xmlns:xs="http://www.w3.org/2001/XMLSchema" xmlns:p="http://schemas.microsoft.com/office/2006/metadata/properties" xmlns:ns2="9affde3b-50dd-4e74-9e2c-6b9654ae514a" xmlns:ns3="5df3a10b-8748-402e-bef4-aee373db4dbb" targetNamespace="http://schemas.microsoft.com/office/2006/metadata/properties" ma:root="true" ma:fieldsID="8463db0ca58afe422f672b8cd4a4c0bb" ns2:_="" ns3:_="">
    <xsd:import namespace="9affde3b-50dd-4e74-9e2c-6b9654ae514a"/>
    <xsd:import namespace="5df3a10b-8748-402e-bef4-aee373db4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fde3b-50dd-4e74-9e2c-6b9654ae5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3a10b-8748-402e-bef4-aee373db4d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f3a10b-8748-402e-bef4-aee373db4dbb">
      <UserInfo>
        <DisplayName/>
        <AccountId xsi:nil="true"/>
        <AccountType/>
      </UserInfo>
    </SharedWithUsers>
    <_Flow_SignoffStatus xmlns="9affde3b-50dd-4e74-9e2c-6b9654ae514a" xsi:nil="true"/>
  </documentManagement>
</p:properties>
</file>

<file path=customXml/itemProps1.xml><?xml version="1.0" encoding="utf-8"?>
<ds:datastoreItem xmlns:ds="http://schemas.openxmlformats.org/officeDocument/2006/customXml" ds:itemID="{5BBA39F3-89CD-47F3-960E-CA40F68D2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fde3b-50dd-4e74-9e2c-6b9654ae514a"/>
    <ds:schemaRef ds:uri="5df3a10b-8748-402e-bef4-aee373db4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5df3a10b-8748-402e-bef4-aee373db4dbb"/>
    <ds:schemaRef ds:uri="9affde3b-50dd-4e74-9e2c-6b9654ae51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5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Karczewska Beata</cp:lastModifiedBy>
  <cp:revision>5</cp:revision>
  <dcterms:created xsi:type="dcterms:W3CDTF">2022-01-24T14:26:00Z</dcterms:created>
  <dcterms:modified xsi:type="dcterms:W3CDTF">2022-02-16T07:20:00Z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0x0101002A0F86658914CB4B80809DCDA8479AE9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